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7CE74" w14:textId="77777777" w:rsidR="00027CDF" w:rsidRPr="008C4495" w:rsidRDefault="00027CDF">
      <w:pPr>
        <w:jc w:val="center"/>
        <w:rPr>
          <w:rFonts w:asciiTheme="minorHAnsi" w:hAnsiTheme="minorHAnsi" w:cstheme="minorHAnsi"/>
          <w:b/>
          <w:caps/>
          <w:sz w:val="36"/>
          <w:szCs w:val="36"/>
          <w:u w:val="single"/>
        </w:rPr>
      </w:pPr>
      <w:r w:rsidRPr="008C4495">
        <w:rPr>
          <w:rFonts w:asciiTheme="minorHAnsi" w:hAnsiTheme="minorHAnsi" w:cstheme="minorHAnsi"/>
          <w:b/>
          <w:caps/>
          <w:sz w:val="36"/>
          <w:szCs w:val="36"/>
          <w:u w:val="single"/>
        </w:rPr>
        <w:t>Workplace Violence Incident Report</w:t>
      </w:r>
    </w:p>
    <w:p w14:paraId="4DD7E792" w14:textId="77777777" w:rsidR="00E561EE" w:rsidRPr="008C4495" w:rsidRDefault="00E561EE">
      <w:pPr>
        <w:rPr>
          <w:rFonts w:asciiTheme="minorHAnsi" w:hAnsiTheme="minorHAnsi" w:cstheme="minorHAnsi"/>
          <w:sz w:val="20"/>
        </w:rPr>
      </w:pPr>
    </w:p>
    <w:p w14:paraId="6EDBA50D" w14:textId="77777777" w:rsidR="00027CDF" w:rsidRPr="008C4495" w:rsidRDefault="00F35E1F">
      <w:pPr>
        <w:pBdr>
          <w:bottom w:val="single" w:sz="24" w:space="1" w:color="auto"/>
        </w:pBdr>
        <w:rPr>
          <w:rFonts w:asciiTheme="minorHAnsi" w:hAnsiTheme="minorHAnsi" w:cstheme="minorHAnsi"/>
          <w:sz w:val="20"/>
        </w:rPr>
      </w:pPr>
      <w:r w:rsidRPr="008C4495">
        <w:rPr>
          <w:rFonts w:asciiTheme="minorHAnsi" w:hAnsiTheme="minorHAnsi" w:cstheme="minorHAnsi"/>
          <w:sz w:val="20"/>
        </w:rPr>
        <w:t xml:space="preserve">To be completed by the individual investigating the incident.  </w:t>
      </w:r>
      <w:r w:rsidR="0084085A" w:rsidRPr="008C4495">
        <w:rPr>
          <w:rFonts w:asciiTheme="minorHAnsi" w:hAnsiTheme="minorHAnsi" w:cstheme="minorHAnsi"/>
          <w:sz w:val="20"/>
        </w:rPr>
        <w:t xml:space="preserve">Return completed form within </w:t>
      </w:r>
      <w:r w:rsidR="009F199B" w:rsidRPr="008C4495">
        <w:rPr>
          <w:rFonts w:asciiTheme="minorHAnsi" w:hAnsiTheme="minorHAnsi" w:cstheme="minorHAnsi"/>
          <w:sz w:val="20"/>
        </w:rPr>
        <w:t>2</w:t>
      </w:r>
      <w:r w:rsidR="0084085A" w:rsidRPr="008C4495">
        <w:rPr>
          <w:rFonts w:asciiTheme="minorHAnsi" w:hAnsiTheme="minorHAnsi" w:cstheme="minorHAnsi"/>
          <w:sz w:val="20"/>
        </w:rPr>
        <w:t xml:space="preserve"> days following incident </w:t>
      </w:r>
      <w:proofErr w:type="gramStart"/>
      <w:r w:rsidR="0084085A" w:rsidRPr="008C4495">
        <w:rPr>
          <w:rFonts w:asciiTheme="minorHAnsi" w:hAnsiTheme="minorHAnsi" w:cstheme="minorHAnsi"/>
          <w:sz w:val="20"/>
        </w:rPr>
        <w:t xml:space="preserve">to  </w:t>
      </w:r>
      <w:r w:rsidRPr="008C4495">
        <w:rPr>
          <w:rFonts w:asciiTheme="minorHAnsi" w:hAnsiTheme="minorHAnsi" w:cstheme="minorHAnsi"/>
          <w:sz w:val="20"/>
        </w:rPr>
        <w:t>Human</w:t>
      </w:r>
      <w:proofErr w:type="gramEnd"/>
      <w:r w:rsidRPr="008C4495">
        <w:rPr>
          <w:rFonts w:asciiTheme="minorHAnsi" w:hAnsiTheme="minorHAnsi" w:cstheme="minorHAnsi"/>
          <w:sz w:val="20"/>
        </w:rPr>
        <w:t xml:space="preserve"> Resource</w:t>
      </w:r>
      <w:r w:rsidR="00281F85" w:rsidRPr="008C4495">
        <w:rPr>
          <w:rFonts w:asciiTheme="minorHAnsi" w:hAnsiTheme="minorHAnsi" w:cstheme="minorHAnsi"/>
          <w:sz w:val="20"/>
        </w:rPr>
        <w:t>s</w:t>
      </w:r>
      <w:r w:rsidRPr="008C4495">
        <w:rPr>
          <w:rFonts w:asciiTheme="minorHAnsi" w:hAnsiTheme="minorHAnsi" w:cstheme="minorHAnsi"/>
          <w:sz w:val="20"/>
        </w:rPr>
        <w:t xml:space="preserve">. </w:t>
      </w:r>
      <w:r w:rsidRPr="008C4495">
        <w:rPr>
          <w:rFonts w:asciiTheme="minorHAnsi" w:hAnsiTheme="minorHAnsi" w:cstheme="minorHAnsi"/>
          <w:b/>
          <w:color w:val="FF0000"/>
          <w:sz w:val="20"/>
        </w:rPr>
        <w:t xml:space="preserve"> </w:t>
      </w:r>
      <w:r w:rsidR="00C15FAE" w:rsidRPr="008C4495">
        <w:rPr>
          <w:rFonts w:asciiTheme="minorHAnsi" w:hAnsiTheme="minorHAnsi" w:cstheme="minorHAnsi"/>
          <w:b/>
          <w:color w:val="FF0000"/>
          <w:sz w:val="20"/>
        </w:rPr>
        <w:t xml:space="preserve">Attach </w:t>
      </w:r>
      <w:r w:rsidR="009D05EA" w:rsidRPr="008C4495">
        <w:rPr>
          <w:rFonts w:asciiTheme="minorHAnsi" w:hAnsiTheme="minorHAnsi" w:cstheme="minorHAnsi"/>
          <w:b/>
          <w:color w:val="FF0000"/>
          <w:sz w:val="20"/>
        </w:rPr>
        <w:t>w</w:t>
      </w:r>
      <w:r w:rsidR="00C15FAE" w:rsidRPr="008C4495">
        <w:rPr>
          <w:rFonts w:asciiTheme="minorHAnsi" w:hAnsiTheme="minorHAnsi" w:cstheme="minorHAnsi"/>
          <w:b/>
          <w:color w:val="FF0000"/>
          <w:sz w:val="20"/>
        </w:rPr>
        <w:t>itness statements to this form.</w:t>
      </w:r>
    </w:p>
    <w:tbl>
      <w:tblPr>
        <w:tblStyle w:val="TableGrid"/>
        <w:tblpPr w:leftFromText="180" w:rightFromText="180" w:vertAnchor="text" w:horzAnchor="margin" w:tblpX="108" w:tblpY="123"/>
        <w:tblW w:w="0" w:type="auto"/>
        <w:tblLook w:val="01E0" w:firstRow="1" w:lastRow="1" w:firstColumn="1" w:lastColumn="1" w:noHBand="0" w:noVBand="0"/>
      </w:tblPr>
      <w:tblGrid>
        <w:gridCol w:w="7362"/>
        <w:gridCol w:w="3096"/>
      </w:tblGrid>
      <w:tr w:rsidR="009F199B" w:rsidRPr="008C4495" w14:paraId="3A3DAEB6" w14:textId="77777777" w:rsidTr="00AC7929">
        <w:tc>
          <w:tcPr>
            <w:tcW w:w="7362" w:type="dxa"/>
          </w:tcPr>
          <w:p w14:paraId="7B57DBD4" w14:textId="77777777" w:rsidR="009F199B" w:rsidRPr="008C4495" w:rsidRDefault="009F199B" w:rsidP="00A84029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Report submitted by: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0" w:name="Text85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0"/>
          </w:p>
        </w:tc>
        <w:tc>
          <w:tcPr>
            <w:tcW w:w="3096" w:type="dxa"/>
          </w:tcPr>
          <w:p w14:paraId="74995ACF" w14:textId="77777777" w:rsidR="009F199B" w:rsidRPr="008C4495" w:rsidRDefault="009F199B" w:rsidP="00A84029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Date: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1" w:name="Text87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"/>
          </w:p>
        </w:tc>
      </w:tr>
      <w:tr w:rsidR="009F199B" w:rsidRPr="008C4495" w14:paraId="1E415B22" w14:textId="77777777" w:rsidTr="00AC7929">
        <w:tc>
          <w:tcPr>
            <w:tcW w:w="7362" w:type="dxa"/>
          </w:tcPr>
          <w:p w14:paraId="6B644B2A" w14:textId="77777777" w:rsidR="009F199B" w:rsidRPr="008C4495" w:rsidRDefault="008D30D9" w:rsidP="00A84029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>General Description</w:t>
            </w:r>
            <w:r w:rsidR="009F199B" w:rsidRPr="008C4495">
              <w:rPr>
                <w:rFonts w:asciiTheme="minorHAnsi" w:hAnsiTheme="minorHAnsi" w:cstheme="minorHAnsi"/>
                <w:sz w:val="20"/>
              </w:rPr>
              <w:t xml:space="preserve">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2" w:name="Text86"/>
            <w:r w:rsidR="009F199B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9F199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9F199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9F199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9F199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9F199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"/>
          </w:p>
        </w:tc>
        <w:tc>
          <w:tcPr>
            <w:tcW w:w="3096" w:type="dxa"/>
          </w:tcPr>
          <w:p w14:paraId="01A47C4E" w14:textId="77777777" w:rsidR="009F199B" w:rsidRPr="008C4495" w:rsidRDefault="009F199B" w:rsidP="00A84029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Telephone: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3" w:name="Text88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"/>
          </w:p>
        </w:tc>
      </w:tr>
    </w:tbl>
    <w:p w14:paraId="4C51F3EE" w14:textId="77777777" w:rsidR="00C15FAE" w:rsidRPr="008C4495" w:rsidRDefault="00C15FAE" w:rsidP="00C15FAE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10440" w:type="dxa"/>
        <w:tblInd w:w="108" w:type="dxa"/>
        <w:tblLook w:val="01E0" w:firstRow="1" w:lastRow="1" w:firstColumn="1" w:lastColumn="1" w:noHBand="0" w:noVBand="0"/>
      </w:tblPr>
      <w:tblGrid>
        <w:gridCol w:w="5184"/>
        <w:gridCol w:w="5256"/>
      </w:tblGrid>
      <w:tr w:rsidR="00C15FAE" w:rsidRPr="008C4495" w14:paraId="038F03D3" w14:textId="77777777" w:rsidTr="00663E0D">
        <w:trPr>
          <w:trHeight w:val="306"/>
        </w:trPr>
        <w:tc>
          <w:tcPr>
            <w:tcW w:w="5184" w:type="dxa"/>
          </w:tcPr>
          <w:p w14:paraId="7F07C8DC" w14:textId="77777777" w:rsidR="00C15FAE" w:rsidRPr="008C4495" w:rsidRDefault="00C15FAE" w:rsidP="003E5D6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Date of Incident: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256" w:type="dxa"/>
          </w:tcPr>
          <w:p w14:paraId="68B1AEE2" w14:textId="77777777" w:rsidR="00C15FAE" w:rsidRPr="008C4495" w:rsidRDefault="00C15FAE" w:rsidP="003E5D6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Time: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</w:tr>
      <w:tr w:rsidR="00663E0D" w:rsidRPr="008C4495" w14:paraId="2AD8142C" w14:textId="77777777" w:rsidTr="00663E0D">
        <w:tc>
          <w:tcPr>
            <w:tcW w:w="10440" w:type="dxa"/>
            <w:gridSpan w:val="2"/>
          </w:tcPr>
          <w:p w14:paraId="20926276" w14:textId="77777777" w:rsidR="00663E0D" w:rsidRPr="008C4495" w:rsidRDefault="00663E0D" w:rsidP="003E5D6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Address/Location of Incident: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" w:name="Text22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"/>
          </w:p>
        </w:tc>
      </w:tr>
    </w:tbl>
    <w:p w14:paraId="3E8AA484" w14:textId="77777777" w:rsidR="00C15FAE" w:rsidRPr="008C4495" w:rsidRDefault="00C15FAE" w:rsidP="00C15FAE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67D62F32" w14:textId="77777777" w:rsidR="00AB25BE" w:rsidRPr="008C4495" w:rsidRDefault="00AB25BE" w:rsidP="00C15FAE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1EDD89CD" w14:textId="77777777" w:rsidR="00FA398D" w:rsidRPr="008C4495" w:rsidRDefault="00386DE9" w:rsidP="00C15FAE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>Individuals involved in the incident (use additional sheet(s) if necessary</w:t>
      </w:r>
      <w:r w:rsidR="00797CD1" w:rsidRPr="008C4495">
        <w:rPr>
          <w:rFonts w:asciiTheme="minorHAnsi" w:hAnsiTheme="minorHAnsi" w:cstheme="minorHAnsi"/>
          <w:b/>
          <w:sz w:val="28"/>
          <w:szCs w:val="28"/>
        </w:rPr>
        <w:t>)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5184"/>
        <w:gridCol w:w="5292"/>
      </w:tblGrid>
      <w:tr w:rsidR="00304558" w:rsidRPr="008C4495" w14:paraId="7570DDF4" w14:textId="77777777" w:rsidTr="002C1A55">
        <w:tc>
          <w:tcPr>
            <w:tcW w:w="5184" w:type="dxa"/>
            <w:vAlign w:val="bottom"/>
          </w:tcPr>
          <w:p w14:paraId="33FC41E2" w14:textId="77777777" w:rsidR="00304558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Name: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292" w:type="dxa"/>
            <w:vAlign w:val="bottom"/>
          </w:tcPr>
          <w:p w14:paraId="6F784EB8" w14:textId="77777777" w:rsidR="00304558" w:rsidRPr="008C4495" w:rsidRDefault="00304558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Name: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5" w:name="Text75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5"/>
          </w:p>
        </w:tc>
      </w:tr>
      <w:tr w:rsidR="002C1A55" w:rsidRPr="008C4495" w14:paraId="02821497" w14:textId="77777777" w:rsidTr="002C1A55">
        <w:tc>
          <w:tcPr>
            <w:tcW w:w="5184" w:type="dxa"/>
            <w:vAlign w:val="bottom"/>
          </w:tcPr>
          <w:p w14:paraId="05FFD640" w14:textId="77777777" w:rsidR="002C1A55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15"/>
            <w:r w:rsidR="002C1A55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6"/>
            <w:r w:rsidR="002C1A55" w:rsidRPr="008C4495">
              <w:rPr>
                <w:rFonts w:asciiTheme="minorHAnsi" w:hAnsiTheme="minorHAnsi" w:cstheme="minorHAnsi"/>
                <w:sz w:val="20"/>
              </w:rPr>
              <w:t xml:space="preserve"> Victim or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6"/>
            <w:r w:rsidR="002C1A55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7"/>
            <w:r w:rsidR="002C1A55" w:rsidRPr="008C4495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84085A" w:rsidRPr="008C4495">
              <w:rPr>
                <w:rFonts w:asciiTheme="minorHAnsi" w:hAnsiTheme="minorHAnsi" w:cstheme="minorHAnsi"/>
                <w:sz w:val="20"/>
              </w:rPr>
              <w:t>Assailant</w:t>
            </w:r>
          </w:p>
        </w:tc>
        <w:tc>
          <w:tcPr>
            <w:tcW w:w="5292" w:type="dxa"/>
            <w:vAlign w:val="bottom"/>
          </w:tcPr>
          <w:p w14:paraId="42CB0B6C" w14:textId="77777777" w:rsidR="002C1A55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17"/>
            <w:r w:rsidR="002C1A55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8"/>
            <w:r w:rsidR="002C1A55" w:rsidRPr="008C4495">
              <w:rPr>
                <w:rFonts w:asciiTheme="minorHAnsi" w:hAnsiTheme="minorHAnsi" w:cstheme="minorHAnsi"/>
                <w:sz w:val="20"/>
              </w:rPr>
              <w:t xml:space="preserve">  Victim or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8"/>
            <w:r w:rsidR="002C1A55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9"/>
            <w:r w:rsidR="002C1A55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84085A" w:rsidRPr="008C4495">
              <w:rPr>
                <w:rFonts w:asciiTheme="minorHAnsi" w:hAnsiTheme="minorHAnsi" w:cstheme="minorHAnsi"/>
                <w:sz w:val="20"/>
              </w:rPr>
              <w:t>Assailant</w:t>
            </w:r>
          </w:p>
        </w:tc>
      </w:tr>
      <w:tr w:rsidR="002C1A55" w:rsidRPr="008C4495" w14:paraId="2B77A4D6" w14:textId="77777777" w:rsidTr="002C1A55">
        <w:tc>
          <w:tcPr>
            <w:tcW w:w="5184" w:type="dxa"/>
            <w:vAlign w:val="bottom"/>
          </w:tcPr>
          <w:p w14:paraId="535C9CFA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Title: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0" w:name="Text71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0"/>
          </w:p>
        </w:tc>
        <w:tc>
          <w:tcPr>
            <w:tcW w:w="5292" w:type="dxa"/>
            <w:vAlign w:val="bottom"/>
          </w:tcPr>
          <w:p w14:paraId="22FEFE89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Title: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11" w:name="Text77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1"/>
          </w:p>
        </w:tc>
      </w:tr>
      <w:tr w:rsidR="002C1A55" w:rsidRPr="008C4495" w14:paraId="2601CA26" w14:textId="77777777" w:rsidTr="002C1A55">
        <w:tc>
          <w:tcPr>
            <w:tcW w:w="5184" w:type="dxa"/>
            <w:vAlign w:val="bottom"/>
          </w:tcPr>
          <w:p w14:paraId="27FB8221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Division: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2" w:name="Text74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2"/>
          </w:p>
        </w:tc>
        <w:tc>
          <w:tcPr>
            <w:tcW w:w="5292" w:type="dxa"/>
            <w:vAlign w:val="bottom"/>
          </w:tcPr>
          <w:p w14:paraId="76BC0467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Division: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13" w:name="Text80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3"/>
          </w:p>
        </w:tc>
      </w:tr>
      <w:tr w:rsidR="002C1A55" w:rsidRPr="008C4495" w14:paraId="2B03CAA8" w14:textId="77777777" w:rsidTr="002C1A55">
        <w:tc>
          <w:tcPr>
            <w:tcW w:w="5184" w:type="dxa"/>
            <w:vAlign w:val="bottom"/>
          </w:tcPr>
          <w:p w14:paraId="2DB4C87B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Phone: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4" w:name="Text72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4"/>
          </w:p>
        </w:tc>
        <w:tc>
          <w:tcPr>
            <w:tcW w:w="5292" w:type="dxa"/>
            <w:vAlign w:val="bottom"/>
          </w:tcPr>
          <w:p w14:paraId="0B7BE4C3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Phone: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15" w:name="Text78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5"/>
          </w:p>
        </w:tc>
      </w:tr>
      <w:tr w:rsidR="002C1A55" w:rsidRPr="008C4495" w14:paraId="3165812A" w14:textId="77777777" w:rsidTr="002C1A55">
        <w:tc>
          <w:tcPr>
            <w:tcW w:w="5184" w:type="dxa"/>
            <w:vAlign w:val="bottom"/>
          </w:tcPr>
          <w:p w14:paraId="4B826340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Immediate Supervisor: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6" w:name="Text73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6"/>
          </w:p>
        </w:tc>
        <w:tc>
          <w:tcPr>
            <w:tcW w:w="5292" w:type="dxa"/>
            <w:vAlign w:val="bottom"/>
          </w:tcPr>
          <w:p w14:paraId="64266E62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Immediate Supervisor: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17" w:name="Text79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7"/>
          </w:p>
        </w:tc>
      </w:tr>
    </w:tbl>
    <w:p w14:paraId="1E1900C0" w14:textId="77777777" w:rsidR="003C346C" w:rsidRPr="008C4495" w:rsidRDefault="003C346C" w:rsidP="00C15FAE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14:paraId="403E8D15" w14:textId="77777777" w:rsidR="00013DF2" w:rsidRPr="008C4495" w:rsidRDefault="00F35E1F" w:rsidP="00C15FAE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 xml:space="preserve">Assailant </w:t>
      </w:r>
      <w:r w:rsidR="00013DF2" w:rsidRPr="008C4495">
        <w:rPr>
          <w:rFonts w:asciiTheme="minorHAnsi" w:hAnsiTheme="minorHAnsi" w:cstheme="minorHAnsi"/>
          <w:b/>
          <w:sz w:val="28"/>
          <w:szCs w:val="28"/>
        </w:rPr>
        <w:t>Rel</w:t>
      </w:r>
      <w:r w:rsidR="00913996" w:rsidRPr="008C4495">
        <w:rPr>
          <w:rFonts w:asciiTheme="minorHAnsi" w:hAnsiTheme="minorHAnsi" w:cstheme="minorHAnsi"/>
          <w:b/>
          <w:sz w:val="28"/>
          <w:szCs w:val="28"/>
        </w:rPr>
        <w:t>ationship to Employee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5184"/>
        <w:gridCol w:w="5292"/>
      </w:tblGrid>
      <w:tr w:rsidR="00663E0D" w:rsidRPr="008C4495" w14:paraId="72E7EF77" w14:textId="77777777" w:rsidTr="001951C8">
        <w:tc>
          <w:tcPr>
            <w:tcW w:w="5184" w:type="dxa"/>
          </w:tcPr>
          <w:p w14:paraId="3AB73579" w14:textId="77777777" w:rsidR="00663E0D" w:rsidRPr="008C4495" w:rsidRDefault="00AC367C" w:rsidP="00663E0D">
            <w:pPr>
              <w:spacing w:before="120" w:after="120"/>
              <w:rPr>
                <w:rFonts w:asciiTheme="minorHAnsi" w:hAnsiTheme="minorHAnsi" w:cstheme="minorHAnsi"/>
                <w:b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19"/>
            <w:r w:rsidR="00663E0D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8"/>
            <w:r w:rsidR="00663E0D" w:rsidRPr="008C4495">
              <w:rPr>
                <w:rFonts w:asciiTheme="minorHAnsi" w:hAnsiTheme="minorHAnsi" w:cstheme="minorHAnsi"/>
                <w:sz w:val="20"/>
              </w:rPr>
              <w:t xml:space="preserve">  Co-worker</w:t>
            </w:r>
          </w:p>
        </w:tc>
        <w:tc>
          <w:tcPr>
            <w:tcW w:w="5292" w:type="dxa"/>
          </w:tcPr>
          <w:p w14:paraId="218B2A71" w14:textId="77777777" w:rsidR="00663E0D" w:rsidRPr="008C4495" w:rsidRDefault="00AC367C" w:rsidP="00013FD8">
            <w:pPr>
              <w:spacing w:before="120" w:after="120"/>
              <w:rPr>
                <w:rFonts w:asciiTheme="minorHAnsi" w:hAnsiTheme="minorHAnsi" w:cstheme="minorHAnsi"/>
                <w:b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23"/>
            <w:r w:rsidR="00663E0D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9"/>
            <w:r w:rsidR="00663E0D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013FD8" w:rsidRPr="008C4495">
              <w:rPr>
                <w:rFonts w:asciiTheme="minorHAnsi" w:hAnsiTheme="minorHAnsi" w:cstheme="minorHAnsi"/>
                <w:sz w:val="20"/>
              </w:rPr>
              <w:t>Former Employee</w:t>
            </w:r>
          </w:p>
        </w:tc>
      </w:tr>
      <w:tr w:rsidR="00DF39E5" w:rsidRPr="008C4495" w14:paraId="498009E8" w14:textId="77777777" w:rsidTr="00694EC1">
        <w:tc>
          <w:tcPr>
            <w:tcW w:w="10476" w:type="dxa"/>
            <w:gridSpan w:val="2"/>
          </w:tcPr>
          <w:p w14:paraId="46DA8DD5" w14:textId="77777777" w:rsidR="00DF39E5" w:rsidRPr="008C4495" w:rsidRDefault="00AC367C" w:rsidP="00013FD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24"/>
            <w:r w:rsidR="00DF39E5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0"/>
            <w:r w:rsidR="00DF39E5" w:rsidRPr="008C4495">
              <w:rPr>
                <w:rFonts w:asciiTheme="minorHAnsi" w:hAnsiTheme="minorHAnsi" w:cstheme="minorHAnsi"/>
                <w:sz w:val="20"/>
              </w:rPr>
              <w:t xml:space="preserve">  Other (specify)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DF39E5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DF39E5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DF39E5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DF39E5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DF39E5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DF39E5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</w:tr>
    </w:tbl>
    <w:p w14:paraId="5008E7D7" w14:textId="77777777" w:rsidR="00FA398D" w:rsidRPr="008C4495" w:rsidRDefault="00FA398D" w:rsidP="00C15FAE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00B305CA" w14:textId="77777777" w:rsidR="008F1E85" w:rsidRPr="008C4495" w:rsidRDefault="008F1E85" w:rsidP="00C15FAE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6EF1D253" w14:textId="77777777" w:rsidR="00C15FAE" w:rsidRPr="008C4495" w:rsidRDefault="00372438" w:rsidP="00C15FAE">
      <w:pPr>
        <w:spacing w:before="120" w:after="120"/>
        <w:rPr>
          <w:rFonts w:asciiTheme="minorHAnsi" w:hAnsiTheme="minorHAnsi" w:cstheme="minorHAnsi"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 xml:space="preserve">Possible </w:t>
      </w:r>
      <w:r w:rsidR="00C15FAE" w:rsidRPr="008C4495">
        <w:rPr>
          <w:rFonts w:asciiTheme="minorHAnsi" w:hAnsiTheme="minorHAnsi" w:cstheme="minorHAnsi"/>
          <w:b/>
          <w:sz w:val="28"/>
          <w:szCs w:val="28"/>
        </w:rPr>
        <w:t>Reason for Incident:  (If known, check all that apply)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5184"/>
        <w:gridCol w:w="5292"/>
      </w:tblGrid>
      <w:tr w:rsidR="00C15FAE" w:rsidRPr="008C4495" w14:paraId="0D5AFFC4" w14:textId="77777777" w:rsidTr="00372438">
        <w:tc>
          <w:tcPr>
            <w:tcW w:w="5184" w:type="dxa"/>
            <w:tcBorders>
              <w:bottom w:val="single" w:sz="4" w:space="0" w:color="auto"/>
              <w:right w:val="single" w:sz="4" w:space="0" w:color="auto"/>
            </w:tcBorders>
          </w:tcPr>
          <w:p w14:paraId="4E1E9FFB" w14:textId="77777777" w:rsidR="00C15FAE" w:rsidRPr="008C4495" w:rsidRDefault="00AC367C" w:rsidP="00C15FAE">
            <w:pPr>
              <w:spacing w:before="80" w:after="8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45"/>
            <w:r w:rsidR="00C15FAE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1"/>
            <w:r w:rsidR="00C15FAE" w:rsidRPr="008C4495">
              <w:rPr>
                <w:rFonts w:asciiTheme="minorHAnsi" w:hAnsiTheme="minorHAnsi" w:cstheme="minorHAnsi"/>
                <w:sz w:val="20"/>
              </w:rPr>
              <w:t xml:space="preserve">  Conflict with co-worker(s)/former co-worker</w:t>
            </w:r>
          </w:p>
        </w:tc>
        <w:tc>
          <w:tcPr>
            <w:tcW w:w="5292" w:type="dxa"/>
            <w:tcBorders>
              <w:left w:val="single" w:sz="4" w:space="0" w:color="auto"/>
              <w:bottom w:val="single" w:sz="4" w:space="0" w:color="auto"/>
            </w:tcBorders>
          </w:tcPr>
          <w:p w14:paraId="07EC3FDF" w14:textId="77777777" w:rsidR="00C15FAE" w:rsidRPr="008C4495" w:rsidRDefault="00AC367C" w:rsidP="00C15FAE">
            <w:pPr>
              <w:spacing w:before="80" w:after="8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52"/>
            <w:r w:rsidR="00C15FAE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2"/>
            <w:r w:rsidR="00C15FAE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C175B3" w:rsidRPr="008C4495">
              <w:rPr>
                <w:rFonts w:asciiTheme="minorHAnsi" w:hAnsiTheme="minorHAnsi" w:cstheme="minorHAnsi"/>
                <w:sz w:val="20"/>
              </w:rPr>
              <w:t>Receiving corrective action</w:t>
            </w:r>
          </w:p>
        </w:tc>
      </w:tr>
      <w:tr w:rsidR="00EC3EFE" w:rsidRPr="008C4495" w14:paraId="7C49B686" w14:textId="77777777" w:rsidTr="00372438">
        <w:tc>
          <w:tcPr>
            <w:tcW w:w="5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CD0E" w14:textId="77777777" w:rsidR="00EC3EFE" w:rsidRPr="008C4495" w:rsidRDefault="00AC367C" w:rsidP="00503754">
            <w:pPr>
              <w:spacing w:before="80" w:after="8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46"/>
            <w:r w:rsidR="00EC3EFE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3"/>
            <w:r w:rsidR="00EC3EFE" w:rsidRPr="008C4495">
              <w:rPr>
                <w:rFonts w:asciiTheme="minorHAnsi" w:hAnsiTheme="minorHAnsi" w:cstheme="minorHAnsi"/>
                <w:sz w:val="20"/>
              </w:rPr>
              <w:t xml:space="preserve">  Conflict with </w:t>
            </w:r>
            <w:r w:rsidR="00503754" w:rsidRPr="008C4495">
              <w:rPr>
                <w:rFonts w:asciiTheme="minorHAnsi" w:hAnsiTheme="minorHAnsi" w:cstheme="minorHAnsi"/>
                <w:sz w:val="20"/>
              </w:rPr>
              <w:t>management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517D89" w14:textId="77777777" w:rsidR="00EC3EFE" w:rsidRPr="008C4495" w:rsidRDefault="00AC367C" w:rsidP="00C175B3">
            <w:pPr>
              <w:spacing w:before="80" w:after="8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75B3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C175B3" w:rsidRPr="008C4495">
              <w:rPr>
                <w:rFonts w:asciiTheme="minorHAnsi" w:hAnsiTheme="minorHAnsi" w:cstheme="minorHAnsi"/>
                <w:sz w:val="20"/>
              </w:rPr>
              <w:t xml:space="preserve">  Other (specify)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C175B3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C175B3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175B3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175B3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175B3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175B3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</w:tr>
    </w:tbl>
    <w:p w14:paraId="32EC3701" w14:textId="77777777" w:rsidR="009648B3" w:rsidRPr="008C4495" w:rsidRDefault="009648B3">
      <w:pPr>
        <w:rPr>
          <w:rFonts w:asciiTheme="minorHAnsi" w:hAnsiTheme="minorHAnsi" w:cstheme="minorHAnsi"/>
          <w:sz w:val="20"/>
        </w:rPr>
      </w:pPr>
      <w:r w:rsidRPr="008C4495">
        <w:rPr>
          <w:rFonts w:asciiTheme="minorHAnsi" w:hAnsiTheme="minorHAnsi" w:cstheme="minorHAnsi"/>
          <w:sz w:val="20"/>
        </w:rPr>
        <w:br w:type="page"/>
      </w:r>
    </w:p>
    <w:p w14:paraId="2B06F2D0" w14:textId="77777777" w:rsidR="00DF5B13" w:rsidRPr="008C4495" w:rsidRDefault="00DF5B13" w:rsidP="00DF5B13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449DDA0C" w14:textId="77777777" w:rsidR="00272683" w:rsidRPr="008C4495" w:rsidRDefault="00C70A0F" w:rsidP="005C1722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>Nature of Incident</w:t>
      </w:r>
    </w:p>
    <w:tbl>
      <w:tblPr>
        <w:tblStyle w:val="TableGrid"/>
        <w:tblW w:w="10440" w:type="dxa"/>
        <w:tblInd w:w="108" w:type="dxa"/>
        <w:tblLook w:val="01E0" w:firstRow="1" w:lastRow="1" w:firstColumn="1" w:lastColumn="1" w:noHBand="0" w:noVBand="0"/>
      </w:tblPr>
      <w:tblGrid>
        <w:gridCol w:w="10440"/>
      </w:tblGrid>
      <w:tr w:rsidR="00272683" w:rsidRPr="008C4495" w14:paraId="2C09ACE8" w14:textId="77777777" w:rsidTr="00C70A0F">
        <w:tc>
          <w:tcPr>
            <w:tcW w:w="10440" w:type="dxa"/>
          </w:tcPr>
          <w:p w14:paraId="76C2D8F2" w14:textId="77777777" w:rsidR="00272683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34"/>
            <w:r w:rsidR="00272683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4"/>
            <w:r w:rsidR="00272683" w:rsidRPr="008C4495">
              <w:rPr>
                <w:rFonts w:asciiTheme="minorHAnsi" w:hAnsiTheme="minorHAnsi" w:cstheme="minorHAnsi"/>
                <w:sz w:val="20"/>
              </w:rPr>
              <w:t xml:space="preserve">  Stalking</w:t>
            </w:r>
          </w:p>
        </w:tc>
      </w:tr>
      <w:tr w:rsidR="00272683" w:rsidRPr="008C4495" w14:paraId="17E76EA0" w14:textId="77777777" w:rsidTr="00C70A0F">
        <w:tc>
          <w:tcPr>
            <w:tcW w:w="10440" w:type="dxa"/>
          </w:tcPr>
          <w:p w14:paraId="0A3B16D4" w14:textId="77777777" w:rsidR="00272683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35"/>
            <w:r w:rsidR="00272683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5"/>
            <w:r w:rsidR="00272683" w:rsidRPr="008C4495">
              <w:rPr>
                <w:rFonts w:asciiTheme="minorHAnsi" w:hAnsiTheme="minorHAnsi" w:cstheme="minorHAnsi"/>
                <w:sz w:val="20"/>
              </w:rPr>
              <w:t xml:space="preserve">  Engaging in actions intended to frighten, coerce, or induce duress</w:t>
            </w:r>
          </w:p>
        </w:tc>
      </w:tr>
      <w:tr w:rsidR="00272683" w:rsidRPr="008C4495" w14:paraId="202C2D49" w14:textId="77777777" w:rsidTr="00C70A0F">
        <w:tc>
          <w:tcPr>
            <w:tcW w:w="10440" w:type="dxa"/>
          </w:tcPr>
          <w:p w14:paraId="248BBF07" w14:textId="77777777" w:rsidR="00272683" w:rsidRPr="008C4495" w:rsidRDefault="00AC367C" w:rsidP="00C70A0F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36"/>
            <w:r w:rsidR="00272683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6"/>
            <w:r w:rsidR="00272683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C70A0F" w:rsidRPr="008C4495">
              <w:rPr>
                <w:rFonts w:asciiTheme="minorHAnsi" w:hAnsiTheme="minorHAnsi" w:cstheme="minorHAnsi"/>
                <w:sz w:val="20"/>
              </w:rPr>
              <w:t>Destruction of Property</w:t>
            </w:r>
          </w:p>
        </w:tc>
      </w:tr>
      <w:tr w:rsidR="006A78E6" w:rsidRPr="008C4495" w14:paraId="6BC067D1" w14:textId="77777777" w:rsidTr="00C70A0F">
        <w:tc>
          <w:tcPr>
            <w:tcW w:w="10440" w:type="dxa"/>
          </w:tcPr>
          <w:p w14:paraId="59D216C5" w14:textId="77777777" w:rsidR="006A78E6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37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7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proofErr w:type="spellStart"/>
            <w:r w:rsidR="00144581" w:rsidRPr="008C4495">
              <w:rPr>
                <w:rFonts w:asciiTheme="minorHAnsi" w:hAnsiTheme="minorHAnsi" w:cstheme="minorHAnsi"/>
                <w:sz w:val="20"/>
              </w:rPr>
              <w:t>Phyisical</w:t>
            </w:r>
            <w:proofErr w:type="spellEnd"/>
            <w:r w:rsidR="00144581" w:rsidRPr="008C4495">
              <w:rPr>
                <w:rFonts w:asciiTheme="minorHAnsi" w:hAnsiTheme="minorHAnsi" w:cstheme="minorHAnsi"/>
                <w:sz w:val="20"/>
              </w:rPr>
              <w:t xml:space="preserve"> Assault - </w:t>
            </w:r>
            <w:r w:rsidR="006A78E6" w:rsidRPr="008C4495">
              <w:rPr>
                <w:rFonts w:asciiTheme="minorHAnsi" w:hAnsiTheme="minorHAnsi" w:cstheme="minorHAnsi"/>
                <w:sz w:val="20"/>
              </w:rPr>
              <w:t>Hitting, fighting, pushing, or shoving</w:t>
            </w:r>
          </w:p>
        </w:tc>
      </w:tr>
      <w:tr w:rsidR="006A78E6" w:rsidRPr="008C4495" w14:paraId="0DA72A69" w14:textId="77777777" w:rsidTr="00C70A0F">
        <w:tc>
          <w:tcPr>
            <w:tcW w:w="10440" w:type="dxa"/>
          </w:tcPr>
          <w:p w14:paraId="4F5BBE7A" w14:textId="77777777" w:rsidR="006A78E6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38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8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144581" w:rsidRPr="008C4495">
              <w:rPr>
                <w:rFonts w:asciiTheme="minorHAnsi" w:hAnsiTheme="minorHAnsi" w:cstheme="minorHAnsi"/>
                <w:sz w:val="20"/>
              </w:rPr>
              <w:t xml:space="preserve">Armed Assault - </w:t>
            </w:r>
            <w:r w:rsidR="006A78E6" w:rsidRPr="008C4495">
              <w:rPr>
                <w:rFonts w:asciiTheme="minorHAnsi" w:hAnsiTheme="minorHAnsi" w:cstheme="minorHAnsi"/>
                <w:sz w:val="20"/>
              </w:rPr>
              <w:t>Use of object as weapon (specify)</w:t>
            </w:r>
            <w:r w:rsidR="008877FB" w:rsidRPr="008C4495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29" w:name="Text98"/>
            <w:r w:rsidR="008877FB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9"/>
          </w:p>
        </w:tc>
      </w:tr>
      <w:tr w:rsidR="006A78E6" w:rsidRPr="008C4495" w14:paraId="2690C2C9" w14:textId="77777777" w:rsidTr="00C70A0F">
        <w:tc>
          <w:tcPr>
            <w:tcW w:w="10440" w:type="dxa"/>
          </w:tcPr>
          <w:p w14:paraId="6112BAAF" w14:textId="77777777" w:rsidR="006A78E6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39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0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144581" w:rsidRPr="008C4495">
              <w:rPr>
                <w:rFonts w:asciiTheme="minorHAnsi" w:hAnsiTheme="minorHAnsi" w:cstheme="minorHAnsi"/>
                <w:sz w:val="20"/>
              </w:rPr>
              <w:t xml:space="preserve">Armed Assault - </w:t>
            </w:r>
            <w:r w:rsidR="006A78E6" w:rsidRPr="008C4495">
              <w:rPr>
                <w:rFonts w:asciiTheme="minorHAnsi" w:hAnsiTheme="minorHAnsi" w:cstheme="minorHAnsi"/>
                <w:sz w:val="20"/>
              </w:rPr>
              <w:t>Use of weapon such as gun, knife, etc. (specify)</w:t>
            </w:r>
            <w:r w:rsidR="008877FB" w:rsidRPr="008C4495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31" w:name="Text99"/>
            <w:r w:rsidR="008877FB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1"/>
          </w:p>
        </w:tc>
      </w:tr>
      <w:tr w:rsidR="006A78E6" w:rsidRPr="008C4495" w14:paraId="3F6DD43E" w14:textId="77777777" w:rsidTr="00C70A0F">
        <w:tc>
          <w:tcPr>
            <w:tcW w:w="10440" w:type="dxa"/>
          </w:tcPr>
          <w:p w14:paraId="1A8D727D" w14:textId="77777777" w:rsidR="006A78E6" w:rsidRPr="008C4495" w:rsidRDefault="00AC367C" w:rsidP="00C70A0F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40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2"/>
            <w:r w:rsidR="00663E0D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C70A0F" w:rsidRPr="008C4495">
              <w:rPr>
                <w:rFonts w:asciiTheme="minorHAnsi" w:hAnsiTheme="minorHAnsi" w:cstheme="minorHAnsi"/>
                <w:sz w:val="20"/>
              </w:rPr>
              <w:t>Verbal Harassment</w:t>
            </w:r>
          </w:p>
        </w:tc>
      </w:tr>
      <w:tr w:rsidR="00C70A0F" w:rsidRPr="008C4495" w14:paraId="4782C8E2" w14:textId="77777777" w:rsidTr="00C70A0F">
        <w:tc>
          <w:tcPr>
            <w:tcW w:w="10440" w:type="dxa"/>
          </w:tcPr>
          <w:p w14:paraId="73741627" w14:textId="77777777" w:rsidR="00C70A0F" w:rsidRPr="008C4495" w:rsidRDefault="00AC367C" w:rsidP="00C70A0F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0A0F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C70A0F" w:rsidRPr="008C4495">
              <w:rPr>
                <w:rFonts w:asciiTheme="minorHAnsi" w:hAnsiTheme="minorHAnsi" w:cstheme="minorHAnsi"/>
                <w:sz w:val="20"/>
              </w:rPr>
              <w:t xml:space="preserve">  Sexual Harassment</w:t>
            </w:r>
          </w:p>
        </w:tc>
      </w:tr>
      <w:tr w:rsidR="00C70A0F" w:rsidRPr="008C4495" w14:paraId="56346C04" w14:textId="77777777" w:rsidTr="00C70A0F">
        <w:tc>
          <w:tcPr>
            <w:tcW w:w="10440" w:type="dxa"/>
          </w:tcPr>
          <w:p w14:paraId="7F616389" w14:textId="77777777" w:rsidR="00C70A0F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0A0F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C70A0F" w:rsidRPr="008C4495">
              <w:rPr>
                <w:rFonts w:asciiTheme="minorHAnsi" w:hAnsiTheme="minorHAnsi" w:cstheme="minorHAnsi"/>
                <w:sz w:val="20"/>
              </w:rPr>
              <w:t xml:space="preserve">  Other (specify)  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="00C70A0F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C70A0F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70A0F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70A0F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70A0F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70A0F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</w:tr>
    </w:tbl>
    <w:p w14:paraId="3420A900" w14:textId="77777777" w:rsidR="004C3FD6" w:rsidRPr="008C4495" w:rsidRDefault="004C3FD6" w:rsidP="004C3FD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14:paraId="64002CC8" w14:textId="77777777" w:rsidR="004C3FD6" w:rsidRPr="008C4495" w:rsidRDefault="00D40991" w:rsidP="004C3FD6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 xml:space="preserve">How was the incident communicated? </w:t>
      </w:r>
      <w:r w:rsidR="004C3FD6" w:rsidRPr="008C4495">
        <w:rPr>
          <w:rFonts w:asciiTheme="minorHAnsi" w:hAnsiTheme="minorHAnsi" w:cstheme="minorHAnsi"/>
          <w:b/>
          <w:sz w:val="28"/>
          <w:szCs w:val="28"/>
        </w:rPr>
        <w:t>(Check one or more)</w:t>
      </w:r>
    </w:p>
    <w:tbl>
      <w:tblPr>
        <w:tblStyle w:val="TableGrid"/>
        <w:tblW w:w="10440" w:type="dxa"/>
        <w:tblInd w:w="108" w:type="dxa"/>
        <w:tblLook w:val="01E0" w:firstRow="1" w:lastRow="1" w:firstColumn="1" w:lastColumn="1" w:noHBand="0" w:noVBand="0"/>
      </w:tblPr>
      <w:tblGrid>
        <w:gridCol w:w="4418"/>
        <w:gridCol w:w="1559"/>
        <w:gridCol w:w="1326"/>
        <w:gridCol w:w="1324"/>
        <w:gridCol w:w="1813"/>
      </w:tblGrid>
      <w:tr w:rsidR="004C3FD6" w:rsidRPr="008C4495" w14:paraId="3E11F605" w14:textId="77777777" w:rsidTr="00694EC1">
        <w:trPr>
          <w:trHeight w:val="368"/>
        </w:trPr>
        <w:tc>
          <w:tcPr>
            <w:tcW w:w="4418" w:type="dxa"/>
            <w:tcBorders>
              <w:right w:val="nil"/>
            </w:tcBorders>
            <w:vAlign w:val="bottom"/>
          </w:tcPr>
          <w:p w14:paraId="75C2CEF1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27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3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Communicated directly to victim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bottom"/>
          </w:tcPr>
          <w:p w14:paraId="4D89EF08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30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4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Verbal</w:t>
            </w:r>
          </w:p>
        </w:tc>
        <w:tc>
          <w:tcPr>
            <w:tcW w:w="1326" w:type="dxa"/>
            <w:tcBorders>
              <w:left w:val="nil"/>
              <w:right w:val="nil"/>
            </w:tcBorders>
            <w:vAlign w:val="bottom"/>
          </w:tcPr>
          <w:p w14:paraId="3FA3ECEF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31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5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Mail</w:t>
            </w:r>
          </w:p>
        </w:tc>
        <w:tc>
          <w:tcPr>
            <w:tcW w:w="1324" w:type="dxa"/>
            <w:tcBorders>
              <w:left w:val="nil"/>
              <w:right w:val="nil"/>
            </w:tcBorders>
            <w:vAlign w:val="bottom"/>
          </w:tcPr>
          <w:p w14:paraId="0EC55D4D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32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6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Note</w:t>
            </w:r>
          </w:p>
        </w:tc>
        <w:tc>
          <w:tcPr>
            <w:tcW w:w="1813" w:type="dxa"/>
            <w:tcBorders>
              <w:left w:val="nil"/>
            </w:tcBorders>
            <w:vAlign w:val="bottom"/>
          </w:tcPr>
          <w:p w14:paraId="44990998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33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7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Email</w:t>
            </w:r>
          </w:p>
        </w:tc>
      </w:tr>
      <w:tr w:rsidR="004C3FD6" w:rsidRPr="008C4495" w14:paraId="16D3FA81" w14:textId="77777777" w:rsidTr="00694EC1">
        <w:trPr>
          <w:trHeight w:val="350"/>
        </w:trPr>
        <w:tc>
          <w:tcPr>
            <w:tcW w:w="4418" w:type="dxa"/>
            <w:tcBorders>
              <w:bottom w:val="single" w:sz="4" w:space="0" w:color="auto"/>
              <w:right w:val="nil"/>
            </w:tcBorders>
            <w:vAlign w:val="bottom"/>
          </w:tcPr>
          <w:p w14:paraId="5217E393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28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8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Communicated to another person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825C5C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Verbal</w:t>
            </w:r>
          </w:p>
        </w:tc>
        <w:tc>
          <w:tcPr>
            <w:tcW w:w="132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1E2D16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Mail</w:t>
            </w:r>
          </w:p>
        </w:tc>
        <w:tc>
          <w:tcPr>
            <w:tcW w:w="13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B45B9E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Note</w:t>
            </w:r>
          </w:p>
        </w:tc>
        <w:tc>
          <w:tcPr>
            <w:tcW w:w="1813" w:type="dxa"/>
            <w:tcBorders>
              <w:left w:val="nil"/>
              <w:bottom w:val="single" w:sz="4" w:space="0" w:color="auto"/>
            </w:tcBorders>
            <w:vAlign w:val="bottom"/>
          </w:tcPr>
          <w:p w14:paraId="632B7FD5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Email</w:t>
            </w:r>
          </w:p>
        </w:tc>
      </w:tr>
      <w:tr w:rsidR="004C3FD6" w:rsidRPr="008C4495" w14:paraId="298C262B" w14:textId="77777777" w:rsidTr="00694EC1">
        <w:trPr>
          <w:trHeight w:val="350"/>
        </w:trPr>
        <w:tc>
          <w:tcPr>
            <w:tcW w:w="10440" w:type="dxa"/>
            <w:gridSpan w:val="5"/>
            <w:vAlign w:val="bottom"/>
          </w:tcPr>
          <w:p w14:paraId="5D3DDE75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b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29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9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Other (specify)  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40" w:name="Text83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4C3FD6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4C3FD6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4C3FD6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4C3FD6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4C3FD6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0"/>
          </w:p>
        </w:tc>
      </w:tr>
    </w:tbl>
    <w:p w14:paraId="00A0F62C" w14:textId="77777777" w:rsidR="004C3FD6" w:rsidRPr="008C4495" w:rsidRDefault="004C3FD6" w:rsidP="008877FB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3A10B274" w14:textId="77777777" w:rsidR="00BD7A32" w:rsidRPr="008C4495" w:rsidRDefault="00BD7A32" w:rsidP="008877FB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2D9AD606" w14:textId="77777777" w:rsidR="004D56B3" w:rsidRPr="008C4495" w:rsidRDefault="00073947" w:rsidP="008877FB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>Victim Injury (Check all that apply)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5220"/>
      </w:tblGrid>
      <w:tr w:rsidR="00F17442" w:rsidRPr="008C4495" w14:paraId="3EA41F73" w14:textId="77777777" w:rsidTr="0084085A">
        <w:tc>
          <w:tcPr>
            <w:tcW w:w="5220" w:type="dxa"/>
          </w:tcPr>
          <w:p w14:paraId="281166DE" w14:textId="77777777" w:rsidR="00F17442" w:rsidRPr="008C4495" w:rsidRDefault="00AC367C" w:rsidP="0022679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41"/>
            <w:r w:rsidR="00F17442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1"/>
            <w:r w:rsidR="00F17442" w:rsidRPr="008C4495">
              <w:rPr>
                <w:rFonts w:asciiTheme="minorHAnsi" w:hAnsiTheme="minorHAnsi" w:cstheme="minorHAnsi"/>
                <w:sz w:val="20"/>
              </w:rPr>
              <w:t xml:space="preserve">  Physical injury</w:t>
            </w:r>
          </w:p>
        </w:tc>
      </w:tr>
      <w:tr w:rsidR="00F17442" w:rsidRPr="008C4495" w14:paraId="67FACB0A" w14:textId="77777777" w:rsidTr="0084085A">
        <w:tc>
          <w:tcPr>
            <w:tcW w:w="5220" w:type="dxa"/>
          </w:tcPr>
          <w:p w14:paraId="39575F96" w14:textId="77777777" w:rsidR="00F17442" w:rsidRPr="008C4495" w:rsidRDefault="00AC367C" w:rsidP="0022679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42"/>
            <w:r w:rsidR="00F17442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2"/>
            <w:r w:rsidR="00F17442" w:rsidRPr="008C4495">
              <w:rPr>
                <w:rFonts w:asciiTheme="minorHAnsi" w:hAnsiTheme="minorHAnsi" w:cstheme="minorHAnsi"/>
                <w:sz w:val="20"/>
              </w:rPr>
              <w:t xml:space="preserve">  Physical Injury - Medical care required</w:t>
            </w:r>
          </w:p>
        </w:tc>
      </w:tr>
    </w:tbl>
    <w:p w14:paraId="1B4C3EC3" w14:textId="77777777" w:rsidR="004D56B3" w:rsidRPr="008C4495" w:rsidRDefault="004D56B3" w:rsidP="008877FB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5710898B" w14:textId="77777777" w:rsidR="00A36450" w:rsidRPr="008C4495" w:rsidRDefault="00A36450" w:rsidP="008877FB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30797702" w14:textId="77777777" w:rsidR="00027CDF" w:rsidRPr="008C4495" w:rsidRDefault="006A78E6" w:rsidP="008877FB">
      <w:pPr>
        <w:spacing w:after="120"/>
        <w:rPr>
          <w:rFonts w:asciiTheme="minorHAnsi" w:hAnsiTheme="minorHAnsi" w:cstheme="minorHAnsi"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>Initial Response</w:t>
      </w:r>
      <w:r w:rsidR="004A5BC4" w:rsidRPr="008C4495">
        <w:rPr>
          <w:rFonts w:asciiTheme="minorHAnsi" w:hAnsiTheme="minorHAnsi" w:cstheme="minorHAnsi"/>
          <w:b/>
          <w:sz w:val="28"/>
          <w:szCs w:val="28"/>
        </w:rPr>
        <w:t xml:space="preserve"> or Follow up Activity</w:t>
      </w:r>
      <w:r w:rsidRPr="008C4495">
        <w:rPr>
          <w:rFonts w:asciiTheme="minorHAnsi" w:hAnsiTheme="minorHAnsi" w:cstheme="minorHAnsi"/>
          <w:b/>
          <w:sz w:val="28"/>
          <w:szCs w:val="28"/>
        </w:rPr>
        <w:t>:</w:t>
      </w:r>
      <w:r w:rsidR="00027CDF" w:rsidRPr="008C4495">
        <w:rPr>
          <w:rFonts w:asciiTheme="minorHAnsi" w:hAnsiTheme="minorHAnsi" w:cstheme="minorHAnsi"/>
          <w:b/>
          <w:sz w:val="28"/>
          <w:szCs w:val="28"/>
        </w:rPr>
        <w:t xml:space="preserve">  (Check all that apply)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5184"/>
        <w:gridCol w:w="5292"/>
      </w:tblGrid>
      <w:tr w:rsidR="006A78E6" w:rsidRPr="008C4495" w14:paraId="64250637" w14:textId="77777777" w:rsidTr="001951C8">
        <w:tc>
          <w:tcPr>
            <w:tcW w:w="5184" w:type="dxa"/>
            <w:tcBorders>
              <w:bottom w:val="single" w:sz="4" w:space="0" w:color="auto"/>
              <w:right w:val="single" w:sz="4" w:space="0" w:color="auto"/>
            </w:tcBorders>
          </w:tcPr>
          <w:p w14:paraId="3ED75594" w14:textId="77777777" w:rsidR="006A78E6" w:rsidRPr="008C4495" w:rsidRDefault="00AC367C" w:rsidP="00797CD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58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3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Situation defused</w:t>
            </w:r>
          </w:p>
        </w:tc>
        <w:tc>
          <w:tcPr>
            <w:tcW w:w="5292" w:type="dxa"/>
            <w:tcBorders>
              <w:left w:val="single" w:sz="4" w:space="0" w:color="auto"/>
              <w:bottom w:val="single" w:sz="4" w:space="0" w:color="auto"/>
            </w:tcBorders>
          </w:tcPr>
          <w:p w14:paraId="65FADE0A" w14:textId="15F920C8" w:rsidR="006A78E6" w:rsidRPr="008C4495" w:rsidRDefault="00AC367C" w:rsidP="00837EDA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59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4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8C4495">
              <w:rPr>
                <w:rFonts w:asciiTheme="minorHAnsi" w:hAnsiTheme="minorHAnsi" w:cstheme="minorHAnsi"/>
                <w:sz w:val="20"/>
              </w:rPr>
              <w:t>Medical Assistance Required</w:t>
            </w:r>
          </w:p>
        </w:tc>
      </w:tr>
      <w:tr w:rsidR="006A78E6" w:rsidRPr="008C4495" w14:paraId="1D812691" w14:textId="77777777" w:rsidTr="001951C8">
        <w:tc>
          <w:tcPr>
            <w:tcW w:w="5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4AFC" w14:textId="77777777" w:rsidR="006A78E6" w:rsidRPr="008C4495" w:rsidRDefault="00AC367C" w:rsidP="00797CD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62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5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Security called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5B20B" w14:textId="77777777" w:rsidR="00013FD8" w:rsidRPr="008C4495" w:rsidRDefault="00AC367C" w:rsidP="00013FD8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60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6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013FD8" w:rsidRPr="008C4495">
              <w:rPr>
                <w:rFonts w:asciiTheme="minorHAnsi" w:hAnsiTheme="minorHAnsi" w:cstheme="minorHAnsi"/>
                <w:sz w:val="20"/>
              </w:rPr>
              <w:t xml:space="preserve"> Law Enforcement notified</w:t>
            </w:r>
          </w:p>
          <w:p w14:paraId="180BF34A" w14:textId="77777777" w:rsidR="006A78E6" w:rsidRPr="008C4495" w:rsidRDefault="00013FD8" w:rsidP="00013FD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If Yes, Name of Agency and Report Number: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47" w:name="Text65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7"/>
          </w:p>
        </w:tc>
      </w:tr>
      <w:tr w:rsidR="006A78E6" w:rsidRPr="008C4495" w14:paraId="03731BC9" w14:textId="77777777" w:rsidTr="001951C8">
        <w:tc>
          <w:tcPr>
            <w:tcW w:w="5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437E" w14:textId="77777777" w:rsidR="006A78E6" w:rsidRPr="008C4495" w:rsidRDefault="00AC367C" w:rsidP="00797CD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65"/>
            <w:r w:rsidR="00F17442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8"/>
            <w:r w:rsidR="00F17442" w:rsidRPr="008C4495">
              <w:rPr>
                <w:rFonts w:asciiTheme="minorHAnsi" w:hAnsiTheme="minorHAnsi" w:cstheme="minorHAnsi"/>
                <w:sz w:val="20"/>
              </w:rPr>
              <w:t xml:space="preserve">  Other (specify) 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49" w:name="Text67"/>
            <w:r w:rsidR="00F17442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F17442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F17442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F17442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F17442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F17442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9"/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7292A" w14:textId="77777777" w:rsidR="006A78E6" w:rsidRPr="008C4495" w:rsidRDefault="00AC367C" w:rsidP="00797CD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61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50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Employee Assistance Program referral</w:t>
            </w:r>
          </w:p>
        </w:tc>
      </w:tr>
    </w:tbl>
    <w:p w14:paraId="71FD944E" w14:textId="77777777" w:rsidR="006A78E6" w:rsidRPr="008C4495" w:rsidRDefault="006A78E6" w:rsidP="008877FB">
      <w:pPr>
        <w:spacing w:after="120"/>
        <w:rPr>
          <w:rFonts w:asciiTheme="minorHAnsi" w:hAnsiTheme="minorHAnsi" w:cstheme="minorHAnsi"/>
          <w:sz w:val="20"/>
        </w:rPr>
      </w:pPr>
    </w:p>
    <w:p w14:paraId="282F6D92" w14:textId="116B51E8" w:rsidR="00837EDA" w:rsidRPr="008C4495" w:rsidRDefault="00837EDA">
      <w:pPr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84"/>
      </w:tblGrid>
      <w:tr w:rsidR="00CB0A60" w:rsidRPr="008C4495" w14:paraId="4C3B9AA6" w14:textId="77777777" w:rsidTr="004D56B3">
        <w:tc>
          <w:tcPr>
            <w:tcW w:w="10584" w:type="dxa"/>
          </w:tcPr>
          <w:p w14:paraId="3E8B4FFB" w14:textId="77777777" w:rsidR="00D738A3" w:rsidRPr="008C4495" w:rsidRDefault="00D738A3" w:rsidP="0022679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4495">
              <w:rPr>
                <w:rFonts w:asciiTheme="minorHAnsi" w:hAnsiTheme="minorHAnsi" w:cstheme="minorHAnsi"/>
                <w:b/>
                <w:sz w:val="28"/>
                <w:szCs w:val="28"/>
              </w:rPr>
              <w:t>Describe Incident in Detail</w:t>
            </w:r>
          </w:p>
          <w:p w14:paraId="01883724" w14:textId="77777777" w:rsidR="00CB0A60" w:rsidRPr="008C4495" w:rsidRDefault="00CB0A60" w:rsidP="00226798">
            <w:pPr>
              <w:rPr>
                <w:rFonts w:asciiTheme="minorHAnsi" w:hAnsiTheme="minorHAnsi" w:cstheme="minorHAnsi"/>
                <w:i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8C4495">
              <w:rPr>
                <w:rFonts w:asciiTheme="minorHAnsi" w:hAnsiTheme="minorHAnsi" w:cstheme="minorHAnsi"/>
                <w:i/>
                <w:sz w:val="20"/>
              </w:rPr>
              <w:t>Include what happened, where, who was involved, what you heard, saw, etc.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0368"/>
            </w:tblGrid>
            <w:tr w:rsidR="00CB0A60" w:rsidRPr="008C4495" w14:paraId="6B605C73" w14:textId="77777777" w:rsidTr="00226798">
              <w:tc>
                <w:tcPr>
                  <w:tcW w:w="10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B80338" w14:textId="77777777" w:rsidR="00CB0A60" w:rsidRPr="008C4495" w:rsidRDefault="00AC367C" w:rsidP="00226798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bookmarkStart w:id="51" w:name="Text60"/>
                  <w:r w:rsidR="00CB0A60" w:rsidRPr="008C4495">
                    <w:rPr>
                      <w:rFonts w:asciiTheme="minorHAnsi" w:hAnsiTheme="minorHAnsi" w:cstheme="minorHAnsi"/>
                      <w:sz w:val="20"/>
                    </w:rPr>
                    <w:instrText xml:space="preserve"> FORMTEXT </w:instrText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separate"/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end"/>
                  </w:r>
                  <w:bookmarkEnd w:id="51"/>
                </w:p>
              </w:tc>
            </w:tr>
          </w:tbl>
          <w:p w14:paraId="6AC79CAA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06D20D63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43584A88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2D302CC2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2C31D0CA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0E23A5B6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0898DFCF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6BCEAD83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72E365F6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18CB7373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5018B79A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783C14F0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33FC3685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6DC4658E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2278DF3D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1218FB4F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636DB880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034BE630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11CA7131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1E652FA9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2AE21C1F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3F5D8DCE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0315E8B0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7A8C5B09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758D63D3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B0A60" w:rsidRPr="008C4495" w14:paraId="1653196C" w14:textId="77777777" w:rsidTr="004D56B3">
        <w:tc>
          <w:tcPr>
            <w:tcW w:w="10584" w:type="dxa"/>
          </w:tcPr>
          <w:p w14:paraId="25A8BC08" w14:textId="77777777" w:rsidR="00CB0A60" w:rsidRPr="008C4495" w:rsidRDefault="00CB0A60" w:rsidP="004D56B3">
            <w:pPr>
              <w:spacing w:before="12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4495">
              <w:rPr>
                <w:rFonts w:asciiTheme="minorHAnsi" w:hAnsiTheme="minorHAnsi" w:cstheme="minorHAnsi"/>
                <w:b/>
                <w:sz w:val="28"/>
                <w:szCs w:val="28"/>
              </w:rPr>
              <w:t>List Names of Other Witnesses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0368"/>
            </w:tblGrid>
            <w:tr w:rsidR="00CB0A60" w:rsidRPr="008C4495" w14:paraId="6945B7BE" w14:textId="77777777" w:rsidTr="00226798">
              <w:tc>
                <w:tcPr>
                  <w:tcW w:w="10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423DB2" w14:textId="77777777" w:rsidR="00CB0A60" w:rsidRPr="008C4495" w:rsidRDefault="00AC367C" w:rsidP="00226798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bookmarkStart w:id="52" w:name="Text61"/>
                  <w:r w:rsidR="00CB0A60" w:rsidRPr="008C4495">
                    <w:rPr>
                      <w:rFonts w:asciiTheme="minorHAnsi" w:hAnsiTheme="minorHAnsi" w:cstheme="minorHAnsi"/>
                      <w:sz w:val="20"/>
                    </w:rPr>
                    <w:instrText xml:space="preserve"> FORMTEXT </w:instrText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separate"/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end"/>
                  </w:r>
                  <w:bookmarkEnd w:id="52"/>
                </w:p>
              </w:tc>
            </w:tr>
          </w:tbl>
          <w:p w14:paraId="32A6EB4F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489E1622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73C3E76C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3D92089B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2660EB37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6F2C6CB4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B0A60" w:rsidRPr="008C4495" w14:paraId="48BA3233" w14:textId="77777777" w:rsidTr="004D56B3">
        <w:tc>
          <w:tcPr>
            <w:tcW w:w="10584" w:type="dxa"/>
          </w:tcPr>
          <w:p w14:paraId="0D030A98" w14:textId="77777777" w:rsidR="00CB0A60" w:rsidRPr="008C4495" w:rsidRDefault="002D2619" w:rsidP="004D56B3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>Signature                                                                                                                  Date</w:t>
            </w:r>
          </w:p>
        </w:tc>
      </w:tr>
      <w:tr w:rsidR="004D56B3" w:rsidRPr="008C4495" w14:paraId="5AE33540" w14:textId="77777777" w:rsidTr="004D56B3">
        <w:tc>
          <w:tcPr>
            <w:tcW w:w="10584" w:type="dxa"/>
          </w:tcPr>
          <w:p w14:paraId="2A24A539" w14:textId="77777777" w:rsidR="004D56B3" w:rsidRPr="008C4495" w:rsidRDefault="004D56B3" w:rsidP="004D56B3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>Person Receiving Witness Statement                                                                      Date</w:t>
            </w:r>
          </w:p>
        </w:tc>
      </w:tr>
    </w:tbl>
    <w:p w14:paraId="597EC545" w14:textId="77777777" w:rsidR="00085527" w:rsidRPr="008C4495" w:rsidRDefault="00085527">
      <w:pPr>
        <w:rPr>
          <w:rFonts w:asciiTheme="minorHAnsi" w:hAnsiTheme="minorHAnsi" w:cstheme="minorHAnsi"/>
          <w:b/>
          <w:sz w:val="28"/>
          <w:szCs w:val="28"/>
        </w:rPr>
      </w:pPr>
    </w:p>
    <w:p w14:paraId="6F62CCEB" w14:textId="77777777" w:rsidR="00085527" w:rsidRPr="008C4495" w:rsidRDefault="00085527" w:rsidP="00156EE2">
      <w:pPr>
        <w:pBdr>
          <w:bottom w:val="single" w:sz="4" w:space="1" w:color="auto"/>
        </w:pBdr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>Routing</w:t>
      </w:r>
    </w:p>
    <w:p w14:paraId="3C5C3FF1" w14:textId="77777777" w:rsidR="00694EC1" w:rsidRPr="008C4495" w:rsidRDefault="003346EE" w:rsidP="003346EE">
      <w:pPr>
        <w:ind w:hanging="90"/>
        <w:rPr>
          <w:rFonts w:asciiTheme="minorHAnsi" w:hAnsiTheme="minorHAnsi" w:cstheme="minorHAnsi"/>
          <w:sz w:val="20"/>
        </w:rPr>
      </w:pPr>
      <w:r w:rsidRPr="008C4495">
        <w:rPr>
          <w:rFonts w:asciiTheme="minorHAnsi" w:hAnsiTheme="minorHAnsi" w:cstheme="minorHAnsi"/>
          <w:sz w:val="20"/>
        </w:rPr>
        <w:t xml:space="preserve"> </w:t>
      </w:r>
      <w:r w:rsidR="00E136E4" w:rsidRPr="008C4495">
        <w:rPr>
          <w:rFonts w:asciiTheme="minorHAnsi" w:hAnsiTheme="minorHAnsi" w:cstheme="minorHAnsi"/>
          <w:sz w:val="20"/>
        </w:rPr>
        <w:t xml:space="preserve"> </w:t>
      </w:r>
    </w:p>
    <w:p w14:paraId="3A0DE208" w14:textId="77777777" w:rsidR="00085527" w:rsidRPr="008C4495" w:rsidRDefault="003346EE" w:rsidP="003346EE">
      <w:pPr>
        <w:ind w:hanging="90"/>
        <w:rPr>
          <w:rFonts w:asciiTheme="minorHAnsi" w:hAnsiTheme="minorHAnsi" w:cstheme="minorHAnsi"/>
          <w:i/>
          <w:sz w:val="20"/>
        </w:rPr>
      </w:pPr>
      <w:r w:rsidRPr="008C4495">
        <w:rPr>
          <w:rFonts w:asciiTheme="minorHAnsi" w:hAnsiTheme="minorHAnsi" w:cstheme="minorHAnsi"/>
          <w:i/>
          <w:sz w:val="20"/>
        </w:rPr>
        <w:t xml:space="preserve">Yes   </w:t>
      </w:r>
      <w:r w:rsidR="00E136E4" w:rsidRPr="008C4495">
        <w:rPr>
          <w:rFonts w:asciiTheme="minorHAnsi" w:hAnsiTheme="minorHAnsi" w:cstheme="minorHAnsi"/>
          <w:i/>
          <w:sz w:val="20"/>
        </w:rPr>
        <w:t xml:space="preserve">   </w:t>
      </w:r>
      <w:r w:rsidR="00085527" w:rsidRPr="008C4495">
        <w:rPr>
          <w:rFonts w:asciiTheme="minorHAnsi" w:hAnsiTheme="minorHAnsi" w:cstheme="minorHAnsi"/>
          <w:i/>
          <w:sz w:val="20"/>
        </w:rPr>
        <w:t>No</w:t>
      </w:r>
      <w:r w:rsidR="00417812" w:rsidRPr="008C4495">
        <w:rPr>
          <w:rFonts w:asciiTheme="minorHAnsi" w:hAnsiTheme="minorHAnsi" w:cstheme="minorHAnsi"/>
          <w:i/>
          <w:sz w:val="20"/>
        </w:rPr>
        <w:t xml:space="preserve">   </w:t>
      </w:r>
      <w:r w:rsidR="00E136E4" w:rsidRPr="008C4495">
        <w:rPr>
          <w:rFonts w:asciiTheme="minorHAnsi" w:hAnsiTheme="minorHAnsi" w:cstheme="minorHAnsi"/>
          <w:i/>
          <w:sz w:val="20"/>
        </w:rPr>
        <w:t xml:space="preserve">  </w:t>
      </w:r>
      <w:r w:rsidR="00417812" w:rsidRPr="008C4495">
        <w:rPr>
          <w:rFonts w:asciiTheme="minorHAnsi" w:hAnsiTheme="minorHAnsi" w:cstheme="minorHAnsi"/>
          <w:i/>
          <w:sz w:val="20"/>
        </w:rPr>
        <w:t>Name</w:t>
      </w:r>
      <w:r w:rsidR="00E136E4" w:rsidRPr="008C4495">
        <w:rPr>
          <w:rFonts w:asciiTheme="minorHAnsi" w:hAnsiTheme="minorHAnsi" w:cstheme="minorHAnsi"/>
          <w:i/>
          <w:sz w:val="20"/>
        </w:rPr>
        <w:tab/>
      </w:r>
      <w:r w:rsidR="00E136E4" w:rsidRPr="008C4495">
        <w:rPr>
          <w:rFonts w:asciiTheme="minorHAnsi" w:hAnsiTheme="minorHAnsi" w:cstheme="minorHAnsi"/>
          <w:i/>
          <w:sz w:val="20"/>
        </w:rPr>
        <w:tab/>
      </w:r>
      <w:r w:rsidR="00E136E4" w:rsidRPr="008C4495">
        <w:rPr>
          <w:rFonts w:asciiTheme="minorHAnsi" w:hAnsiTheme="minorHAnsi" w:cstheme="minorHAnsi"/>
          <w:i/>
          <w:sz w:val="20"/>
        </w:rPr>
        <w:tab/>
        <w:t xml:space="preserve">      </w:t>
      </w:r>
      <w:r w:rsidR="002503F9" w:rsidRPr="008C4495">
        <w:rPr>
          <w:rFonts w:asciiTheme="minorHAnsi" w:hAnsiTheme="minorHAnsi" w:cstheme="minorHAnsi"/>
          <w:i/>
          <w:sz w:val="20"/>
        </w:rPr>
        <w:t xml:space="preserve">                </w:t>
      </w:r>
      <w:r w:rsidR="00E136E4" w:rsidRPr="008C4495">
        <w:rPr>
          <w:rFonts w:asciiTheme="minorHAnsi" w:hAnsiTheme="minorHAnsi" w:cstheme="minorHAnsi"/>
          <w:i/>
          <w:sz w:val="20"/>
        </w:rPr>
        <w:t xml:space="preserve"> Signature</w:t>
      </w:r>
      <w:r w:rsidR="00E136E4" w:rsidRPr="008C4495">
        <w:rPr>
          <w:rFonts w:asciiTheme="minorHAnsi" w:hAnsiTheme="minorHAnsi" w:cstheme="minorHAnsi"/>
          <w:i/>
          <w:sz w:val="20"/>
        </w:rPr>
        <w:tab/>
      </w:r>
      <w:r w:rsidR="00E136E4" w:rsidRPr="008C4495">
        <w:rPr>
          <w:rFonts w:asciiTheme="minorHAnsi" w:hAnsiTheme="minorHAnsi" w:cstheme="minorHAnsi"/>
          <w:i/>
          <w:sz w:val="20"/>
        </w:rPr>
        <w:tab/>
      </w:r>
      <w:r w:rsidR="00E136E4" w:rsidRPr="008C4495">
        <w:rPr>
          <w:rFonts w:asciiTheme="minorHAnsi" w:hAnsiTheme="minorHAnsi" w:cstheme="minorHAnsi"/>
          <w:i/>
          <w:sz w:val="20"/>
        </w:rPr>
        <w:tab/>
        <w:t xml:space="preserve">   </w:t>
      </w:r>
      <w:r w:rsidR="002503F9" w:rsidRPr="008C4495">
        <w:rPr>
          <w:rFonts w:asciiTheme="minorHAnsi" w:hAnsiTheme="minorHAnsi" w:cstheme="minorHAnsi"/>
          <w:i/>
          <w:sz w:val="20"/>
        </w:rPr>
        <w:t xml:space="preserve">                    </w:t>
      </w:r>
      <w:r w:rsidR="00E136E4" w:rsidRPr="008C4495">
        <w:rPr>
          <w:rFonts w:asciiTheme="minorHAnsi" w:hAnsiTheme="minorHAnsi" w:cstheme="minorHAnsi"/>
          <w:i/>
          <w:sz w:val="20"/>
        </w:rPr>
        <w:t xml:space="preserve">    Date</w:t>
      </w:r>
      <w:r w:rsidR="00E136E4" w:rsidRPr="008C4495">
        <w:rPr>
          <w:rFonts w:asciiTheme="minorHAnsi" w:hAnsiTheme="minorHAnsi" w:cstheme="minorHAnsi"/>
          <w:i/>
          <w:sz w:val="20"/>
        </w:rPr>
        <w:tab/>
      </w:r>
      <w:r w:rsidR="00E136E4" w:rsidRPr="008C4495">
        <w:rPr>
          <w:rFonts w:asciiTheme="minorHAnsi" w:hAnsiTheme="minorHAnsi" w:cstheme="minorHAnsi"/>
          <w:i/>
          <w:sz w:val="20"/>
        </w:rPr>
        <w:tab/>
      </w:r>
    </w:p>
    <w:tbl>
      <w:tblPr>
        <w:tblStyle w:val="TableGrid"/>
        <w:tblW w:w="10578" w:type="dxa"/>
        <w:tblLayout w:type="fixed"/>
        <w:tblLook w:val="04A0" w:firstRow="1" w:lastRow="0" w:firstColumn="1" w:lastColumn="0" w:noHBand="0" w:noVBand="1"/>
      </w:tblPr>
      <w:tblGrid>
        <w:gridCol w:w="558"/>
        <w:gridCol w:w="540"/>
        <w:gridCol w:w="3690"/>
        <w:gridCol w:w="3780"/>
        <w:gridCol w:w="2010"/>
      </w:tblGrid>
      <w:tr w:rsidR="00E136E4" w:rsidRPr="008C4495" w14:paraId="2563FF8D" w14:textId="77777777" w:rsidTr="002503F9">
        <w:trPr>
          <w:trHeight w:val="369"/>
        </w:trPr>
        <w:tc>
          <w:tcPr>
            <w:tcW w:w="558" w:type="dxa"/>
            <w:vAlign w:val="center"/>
          </w:tcPr>
          <w:p w14:paraId="41A532CF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799B0A3C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BE4943C" w14:textId="326DB1F9" w:rsidR="00E136E4" w:rsidRPr="008C4495" w:rsidRDefault="008C4495" w:rsidP="00E136E4">
            <w:pPr>
              <w:ind w:right="4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Responsible Party 1</w:t>
            </w:r>
          </w:p>
        </w:tc>
        <w:tc>
          <w:tcPr>
            <w:tcW w:w="3780" w:type="dxa"/>
          </w:tcPr>
          <w:p w14:paraId="1B17A621" w14:textId="77777777" w:rsidR="00E136E4" w:rsidRPr="008C4495" w:rsidRDefault="00E136E4" w:rsidP="00417812">
            <w:pPr>
              <w:ind w:right="377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10" w:type="dxa"/>
          </w:tcPr>
          <w:p w14:paraId="754CFBC7" w14:textId="77777777" w:rsidR="00E136E4" w:rsidRPr="008C4495" w:rsidRDefault="00E136E4" w:rsidP="00417812">
            <w:pPr>
              <w:ind w:right="3773"/>
              <w:rPr>
                <w:rFonts w:asciiTheme="minorHAnsi" w:hAnsiTheme="minorHAnsi" w:cstheme="minorHAnsi"/>
                <w:sz w:val="20"/>
              </w:rPr>
            </w:pPr>
          </w:p>
        </w:tc>
      </w:tr>
      <w:tr w:rsidR="00E136E4" w:rsidRPr="008C4495" w14:paraId="455D664D" w14:textId="77777777" w:rsidTr="002503F9">
        <w:trPr>
          <w:trHeight w:val="369"/>
        </w:trPr>
        <w:tc>
          <w:tcPr>
            <w:tcW w:w="558" w:type="dxa"/>
            <w:vAlign w:val="center"/>
          </w:tcPr>
          <w:p w14:paraId="084F7A40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6C119B4D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7A7FBFB2" w14:textId="031A3B44" w:rsidR="00E136E4" w:rsidRPr="008C4495" w:rsidRDefault="008C4495" w:rsidP="00694EC1">
            <w:pPr>
              <w:ind w:right="4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Responsible Party 2</w:t>
            </w:r>
          </w:p>
        </w:tc>
        <w:tc>
          <w:tcPr>
            <w:tcW w:w="3780" w:type="dxa"/>
          </w:tcPr>
          <w:p w14:paraId="11EA1112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10" w:type="dxa"/>
          </w:tcPr>
          <w:p w14:paraId="5B9D8753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</w:tr>
      <w:tr w:rsidR="00E136E4" w:rsidRPr="008C4495" w14:paraId="66AE18BA" w14:textId="77777777" w:rsidTr="002503F9">
        <w:trPr>
          <w:trHeight w:val="369"/>
        </w:trPr>
        <w:tc>
          <w:tcPr>
            <w:tcW w:w="558" w:type="dxa"/>
            <w:vAlign w:val="center"/>
          </w:tcPr>
          <w:p w14:paraId="2B2A6813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14E75B0D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0A9CB367" w14:textId="61F1672C" w:rsidR="00E136E4" w:rsidRPr="008C4495" w:rsidRDefault="008C4495" w:rsidP="00694EC1">
            <w:pPr>
              <w:ind w:right="4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Responsible Party 3</w:t>
            </w:r>
          </w:p>
        </w:tc>
        <w:tc>
          <w:tcPr>
            <w:tcW w:w="3780" w:type="dxa"/>
          </w:tcPr>
          <w:p w14:paraId="389B3A4E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10" w:type="dxa"/>
          </w:tcPr>
          <w:p w14:paraId="36188B8B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</w:tr>
      <w:tr w:rsidR="00E136E4" w:rsidRPr="008C4495" w14:paraId="160EEB2C" w14:textId="77777777" w:rsidTr="002503F9">
        <w:trPr>
          <w:trHeight w:val="369"/>
        </w:trPr>
        <w:tc>
          <w:tcPr>
            <w:tcW w:w="558" w:type="dxa"/>
            <w:vAlign w:val="center"/>
          </w:tcPr>
          <w:p w14:paraId="3FF7917B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1794E378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8C4495" w:rsidRPr="008C4495">
              <w:rPr>
                <w:rFonts w:asciiTheme="minorHAnsi" w:hAnsiTheme="minorHAnsi" w:cstheme="minorHAnsi"/>
                <w:sz w:val="20"/>
              </w:rPr>
            </w:r>
            <w:r w:rsidR="008C4495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5E72685" w14:textId="3DD97656" w:rsidR="00E136E4" w:rsidRPr="008C4495" w:rsidRDefault="008C4495" w:rsidP="00694EC1">
            <w:pPr>
              <w:ind w:right="4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Responsible Party 4</w:t>
            </w:r>
          </w:p>
        </w:tc>
        <w:tc>
          <w:tcPr>
            <w:tcW w:w="3780" w:type="dxa"/>
          </w:tcPr>
          <w:p w14:paraId="4FBD916F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10" w:type="dxa"/>
          </w:tcPr>
          <w:p w14:paraId="3681365A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560AD9B" w14:textId="77777777" w:rsidR="00085527" w:rsidRPr="008C4495" w:rsidRDefault="00085527" w:rsidP="003346EE">
      <w:pPr>
        <w:rPr>
          <w:rFonts w:asciiTheme="minorHAnsi" w:hAnsiTheme="minorHAnsi" w:cstheme="minorHAnsi"/>
          <w:sz w:val="20"/>
        </w:rPr>
      </w:pPr>
    </w:p>
    <w:p w14:paraId="78F0FD1B" w14:textId="77777777" w:rsidR="00FB1A9F" w:rsidRPr="008C4495" w:rsidRDefault="00FB1A9F" w:rsidP="003346EE">
      <w:pPr>
        <w:rPr>
          <w:rFonts w:asciiTheme="minorHAnsi" w:hAnsiTheme="minorHAnsi" w:cstheme="minorHAnsi"/>
          <w:b/>
          <w:color w:val="FF0000"/>
          <w:sz w:val="20"/>
        </w:rPr>
      </w:pPr>
      <w:r w:rsidRPr="008C4495">
        <w:rPr>
          <w:rFonts w:asciiTheme="minorHAnsi" w:hAnsiTheme="minorHAnsi" w:cstheme="minorHAnsi"/>
          <w:b/>
          <w:color w:val="FF0000"/>
          <w:sz w:val="20"/>
        </w:rPr>
        <w:t>Upon completion of investigation, attach a findings/follow-up document to this form.</w:t>
      </w:r>
    </w:p>
    <w:sectPr w:rsidR="00FB1A9F" w:rsidRPr="008C4495" w:rsidSect="003C7270">
      <w:footerReference w:type="default" r:id="rId6"/>
      <w:pgSz w:w="12240" w:h="15840"/>
      <w:pgMar w:top="1256" w:right="720" w:bottom="864" w:left="1152" w:header="277" w:footer="341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BC93A" w14:textId="77777777" w:rsidR="00694EC1" w:rsidRDefault="00694EC1">
      <w:r>
        <w:separator/>
      </w:r>
    </w:p>
  </w:endnote>
  <w:endnote w:type="continuationSeparator" w:id="0">
    <w:p w14:paraId="123DEC6B" w14:textId="77777777" w:rsidR="00694EC1" w:rsidRDefault="00694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528"/>
      <w:gridCol w:w="3528"/>
      <w:gridCol w:w="3528"/>
    </w:tblGrid>
    <w:tr w:rsidR="00694EC1" w14:paraId="2A6031A3" w14:textId="77777777">
      <w:tc>
        <w:tcPr>
          <w:tcW w:w="3528" w:type="dxa"/>
        </w:tcPr>
        <w:p w14:paraId="2B587D63" w14:textId="130F1D7B" w:rsidR="00694EC1" w:rsidRPr="008C4495" w:rsidRDefault="008C4495" w:rsidP="008C4495">
          <w:pPr>
            <w:pStyle w:val="Footer"/>
            <w:jc w:val="center"/>
            <w:rPr>
              <w:rFonts w:asciiTheme="minorHAnsi" w:hAnsiTheme="minorHAnsi" w:cstheme="minorHAnsi"/>
              <w:sz w:val="16"/>
            </w:rPr>
          </w:pPr>
          <w:r w:rsidRPr="008C4495">
            <w:rPr>
              <w:rFonts w:asciiTheme="minorHAnsi" w:hAnsiTheme="minorHAnsi" w:cstheme="minorHAnsi"/>
              <w:sz w:val="16"/>
            </w:rPr>
            <w:t>JANUARY 2024</w:t>
          </w:r>
        </w:p>
      </w:tc>
      <w:tc>
        <w:tcPr>
          <w:tcW w:w="3528" w:type="dxa"/>
        </w:tcPr>
        <w:p w14:paraId="7CCF022C" w14:textId="23FDD145" w:rsidR="00694EC1" w:rsidRDefault="00694EC1" w:rsidP="00643E44">
          <w:pPr>
            <w:pStyle w:val="Footer"/>
            <w:jc w:val="center"/>
            <w:rPr>
              <w:sz w:val="16"/>
            </w:rPr>
          </w:pPr>
        </w:p>
      </w:tc>
      <w:tc>
        <w:tcPr>
          <w:tcW w:w="3528" w:type="dxa"/>
        </w:tcPr>
        <w:p w14:paraId="2C934F91" w14:textId="77777777" w:rsidR="00694EC1" w:rsidRDefault="00694EC1">
          <w:pPr>
            <w:pStyle w:val="Footer"/>
            <w:jc w:val="right"/>
            <w:rPr>
              <w:sz w:val="16"/>
            </w:rPr>
          </w:pPr>
        </w:p>
      </w:tc>
    </w:tr>
  </w:tbl>
  <w:p w14:paraId="475D0A63" w14:textId="77777777" w:rsidR="00694EC1" w:rsidRDefault="00694E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3E880" w14:textId="77777777" w:rsidR="00694EC1" w:rsidRDefault="00694EC1">
      <w:r>
        <w:separator/>
      </w:r>
    </w:p>
  </w:footnote>
  <w:footnote w:type="continuationSeparator" w:id="0">
    <w:p w14:paraId="0649D036" w14:textId="77777777" w:rsidR="00694EC1" w:rsidRDefault="00694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199B"/>
    <w:rsid w:val="00013DF2"/>
    <w:rsid w:val="00013FD8"/>
    <w:rsid w:val="00017CF4"/>
    <w:rsid w:val="00027CDF"/>
    <w:rsid w:val="00073947"/>
    <w:rsid w:val="00076A8B"/>
    <w:rsid w:val="00085527"/>
    <w:rsid w:val="0014234B"/>
    <w:rsid w:val="00144581"/>
    <w:rsid w:val="00156EE2"/>
    <w:rsid w:val="00163170"/>
    <w:rsid w:val="00165E0B"/>
    <w:rsid w:val="001951C8"/>
    <w:rsid w:val="00226798"/>
    <w:rsid w:val="0022791D"/>
    <w:rsid w:val="002503F9"/>
    <w:rsid w:val="002656E5"/>
    <w:rsid w:val="00272683"/>
    <w:rsid w:val="00281F85"/>
    <w:rsid w:val="0028674B"/>
    <w:rsid w:val="002C1A55"/>
    <w:rsid w:val="002D2619"/>
    <w:rsid w:val="002F50FC"/>
    <w:rsid w:val="002F581B"/>
    <w:rsid w:val="003043E7"/>
    <w:rsid w:val="00304558"/>
    <w:rsid w:val="003346EE"/>
    <w:rsid w:val="00372438"/>
    <w:rsid w:val="00386DE9"/>
    <w:rsid w:val="00387CB0"/>
    <w:rsid w:val="003A7F44"/>
    <w:rsid w:val="003C346C"/>
    <w:rsid w:val="003C5925"/>
    <w:rsid w:val="003C7270"/>
    <w:rsid w:val="003E5D66"/>
    <w:rsid w:val="00417812"/>
    <w:rsid w:val="0042061F"/>
    <w:rsid w:val="004965A5"/>
    <w:rsid w:val="004A5BC4"/>
    <w:rsid w:val="004C3FD6"/>
    <w:rsid w:val="004D56B3"/>
    <w:rsid w:val="00503754"/>
    <w:rsid w:val="00531F6F"/>
    <w:rsid w:val="00550FDC"/>
    <w:rsid w:val="005836CD"/>
    <w:rsid w:val="00585A3C"/>
    <w:rsid w:val="005C1722"/>
    <w:rsid w:val="0063686E"/>
    <w:rsid w:val="00643E44"/>
    <w:rsid w:val="00663E0D"/>
    <w:rsid w:val="0068648C"/>
    <w:rsid w:val="00694EC1"/>
    <w:rsid w:val="006A78E6"/>
    <w:rsid w:val="006C484D"/>
    <w:rsid w:val="006F7426"/>
    <w:rsid w:val="006F7DF2"/>
    <w:rsid w:val="0072010C"/>
    <w:rsid w:val="00726662"/>
    <w:rsid w:val="007734BA"/>
    <w:rsid w:val="0079269C"/>
    <w:rsid w:val="00797CD1"/>
    <w:rsid w:val="00837EDA"/>
    <w:rsid w:val="0084085A"/>
    <w:rsid w:val="00853EC9"/>
    <w:rsid w:val="00857A22"/>
    <w:rsid w:val="008877FB"/>
    <w:rsid w:val="008A26D7"/>
    <w:rsid w:val="008B47D3"/>
    <w:rsid w:val="008C4495"/>
    <w:rsid w:val="008D30D9"/>
    <w:rsid w:val="008D63FF"/>
    <w:rsid w:val="008F1E85"/>
    <w:rsid w:val="00913996"/>
    <w:rsid w:val="0092581D"/>
    <w:rsid w:val="009602B5"/>
    <w:rsid w:val="009648B3"/>
    <w:rsid w:val="009B1052"/>
    <w:rsid w:val="009C2D40"/>
    <w:rsid w:val="009D05EA"/>
    <w:rsid w:val="009F199B"/>
    <w:rsid w:val="009F70E8"/>
    <w:rsid w:val="00A12B6A"/>
    <w:rsid w:val="00A36450"/>
    <w:rsid w:val="00A41B78"/>
    <w:rsid w:val="00A72E00"/>
    <w:rsid w:val="00A84029"/>
    <w:rsid w:val="00AB25BE"/>
    <w:rsid w:val="00AC326F"/>
    <w:rsid w:val="00AC367C"/>
    <w:rsid w:val="00AC7929"/>
    <w:rsid w:val="00B2214F"/>
    <w:rsid w:val="00B64A33"/>
    <w:rsid w:val="00BC1C11"/>
    <w:rsid w:val="00BD7A32"/>
    <w:rsid w:val="00C15B7D"/>
    <w:rsid w:val="00C15FAE"/>
    <w:rsid w:val="00C175B3"/>
    <w:rsid w:val="00C679C1"/>
    <w:rsid w:val="00C70A0F"/>
    <w:rsid w:val="00CB0A60"/>
    <w:rsid w:val="00CC04E1"/>
    <w:rsid w:val="00CE1F21"/>
    <w:rsid w:val="00CF1905"/>
    <w:rsid w:val="00D40991"/>
    <w:rsid w:val="00D67EBD"/>
    <w:rsid w:val="00D738A3"/>
    <w:rsid w:val="00DB2252"/>
    <w:rsid w:val="00DF1A70"/>
    <w:rsid w:val="00DF39E5"/>
    <w:rsid w:val="00DF5B13"/>
    <w:rsid w:val="00E136E4"/>
    <w:rsid w:val="00E44620"/>
    <w:rsid w:val="00E561EE"/>
    <w:rsid w:val="00EC1A79"/>
    <w:rsid w:val="00EC3EFE"/>
    <w:rsid w:val="00ED6D6B"/>
    <w:rsid w:val="00F03D5B"/>
    <w:rsid w:val="00F1388A"/>
    <w:rsid w:val="00F17442"/>
    <w:rsid w:val="00F35E1F"/>
    <w:rsid w:val="00F52954"/>
    <w:rsid w:val="00F856DC"/>
    <w:rsid w:val="00FA398D"/>
    <w:rsid w:val="00FB104D"/>
    <w:rsid w:val="00FB1A9F"/>
    <w:rsid w:val="00FB568D"/>
    <w:rsid w:val="00FC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CAF1B01"/>
  <w15:docId w15:val="{AFAC4BD2-19DF-4082-9520-A6C99333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Pr>
      <w:b/>
      <w:sz w:val="16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mallCaps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CB0A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F7D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7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ndrews\AppData\Local\Temp\5\ccps-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C9600123C7914AB6FE171CDDE09BBA" ma:contentTypeVersion="14" ma:contentTypeDescription="Create a new document." ma:contentTypeScope="" ma:versionID="f69d1f90e802dfb33836e9c2ad08f57a">
  <xsd:schema xmlns:xsd="http://www.w3.org/2001/XMLSchema" xmlns:xs="http://www.w3.org/2001/XMLSchema" xmlns:p="http://schemas.microsoft.com/office/2006/metadata/properties" xmlns:ns2="7c463f54-b9d6-4b8a-aa46-73e75b505b74" xmlns:ns3="57558099-2ddf-4c3e-91b5-c9b11f518b51" targetNamespace="http://schemas.microsoft.com/office/2006/metadata/properties" ma:root="true" ma:fieldsID="7ebda2fd60284cd02e8fd14ad84ff45d" ns2:_="" ns3:_="">
    <xsd:import namespace="7c463f54-b9d6-4b8a-aa46-73e75b505b74"/>
    <xsd:import namespace="57558099-2ddf-4c3e-91b5-c9b11f518b5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3f54-b9d6-4b8a-aa46-73e75b505b7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1296a4bf-db58-421b-ac11-726e2c438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58099-2ddf-4c3e-91b5-c9b11f518b5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052c4b8-fd61-4054-a9cf-f301a4fc186a}" ma:internalName="TaxCatchAll" ma:showField="CatchAllData" ma:web="57558099-2ddf-4c3e-91b5-c9b11f518b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E26EFD-B1D2-4936-891B-7229B2B94059}"/>
</file>

<file path=customXml/itemProps2.xml><?xml version="1.0" encoding="utf-8"?>
<ds:datastoreItem xmlns:ds="http://schemas.openxmlformats.org/officeDocument/2006/customXml" ds:itemID="{035DC968-B265-42C2-99A7-20377926A50B}"/>
</file>

<file path=docProps/app.xml><?xml version="1.0" encoding="utf-8"?>
<Properties xmlns="http://schemas.openxmlformats.org/officeDocument/2006/extended-properties" xmlns:vt="http://schemas.openxmlformats.org/officeDocument/2006/docPropsVTypes">
  <Template>ccps-203</Template>
  <TotalTime>4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WORKPLACE VIOLENCE INCIDENT REPORT</vt:lpstr>
    </vt:vector>
  </TitlesOfParts>
  <Company>DHHS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WORKPLACE VIOLENCE INCIDENT REPORT</dc:title>
  <dc:creator>Rick FIneman</dc:creator>
  <cp:lastModifiedBy>Rick Fineman</cp:lastModifiedBy>
  <cp:revision>2</cp:revision>
  <cp:lastPrinted>2013-12-12T16:13:00Z</cp:lastPrinted>
  <dcterms:created xsi:type="dcterms:W3CDTF">2024-02-12T23:57:00Z</dcterms:created>
  <dcterms:modified xsi:type="dcterms:W3CDTF">2024-02-12T23:57:00Z</dcterms:modified>
</cp:coreProperties>
</file>